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3C05161E" w:rsidR="00CF0EF4" w:rsidRDefault="00D4435C" w:rsidP="00CF0EF4">
          <w:pPr>
            <w:pStyle w:val="Tituldatum"/>
          </w:pPr>
          <w:r w:rsidRPr="00D4435C">
            <w:rPr>
              <w:rStyle w:val="Nzevakce"/>
            </w:rPr>
            <w:t>Doplnění závor na přejezdu P3805 v km 23,633 trati Havlíčkův Brod - Humpolec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  <w:bookmarkStart w:id="0" w:name="_GoBack"/>
      <w:bookmarkEnd w:id="0"/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EEBEBB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5276C">
        <w:t>7</w:t>
      </w:r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400CA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400CA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400CA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400CA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400CA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C399C" w14:textId="77777777" w:rsidR="00400CA3" w:rsidRDefault="00400CA3" w:rsidP="00962258">
      <w:pPr>
        <w:spacing w:after="0" w:line="240" w:lineRule="auto"/>
      </w:pPr>
      <w:r>
        <w:separator/>
      </w:r>
    </w:p>
  </w:endnote>
  <w:endnote w:type="continuationSeparator" w:id="0">
    <w:p w14:paraId="63BDB648" w14:textId="77777777" w:rsidR="00400CA3" w:rsidRDefault="00400C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0D6A50D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43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435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7607153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4435C" w:rsidRPr="00D4435C">
            <w:rPr>
              <w:bCs/>
              <w:noProof/>
            </w:rPr>
            <w:t>Doplnění</w:t>
          </w:r>
          <w:r w:rsidR="00D4435C">
            <w:rPr>
              <w:b/>
              <w:noProof/>
            </w:rPr>
            <w:t xml:space="preserve"> závor na přejezdu P3805 v km 23,633 trati Havlíčkův Brod - Humpolec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4405EB58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4435C" w:rsidRPr="00D4435C">
            <w:rPr>
              <w:bCs/>
              <w:noProof/>
            </w:rPr>
            <w:t>Doplnění</w:t>
          </w:r>
          <w:r w:rsidR="00D4435C">
            <w:rPr>
              <w:b/>
              <w:noProof/>
            </w:rPr>
            <w:t xml:space="preserve"> závor na přejezdu P3805 v km 23,633 trati Havlíčkův Brod - Humpolec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0DCF2369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435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435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007FF" w14:textId="77777777" w:rsidR="00400CA3" w:rsidRDefault="00400CA3" w:rsidP="00962258">
      <w:pPr>
        <w:spacing w:after="0" w:line="240" w:lineRule="auto"/>
      </w:pPr>
      <w:r>
        <w:separator/>
      </w:r>
    </w:p>
  </w:footnote>
  <w:footnote w:type="continuationSeparator" w:id="0">
    <w:p w14:paraId="6DDEBBEE" w14:textId="77777777" w:rsidR="00400CA3" w:rsidRDefault="00400C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153D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0CA3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1777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79D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33F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48D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A363A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235C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4435C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1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061F13"/>
    <w:rsid w:val="00401BA2"/>
    <w:rsid w:val="00730B76"/>
    <w:rsid w:val="008B6702"/>
    <w:rsid w:val="008E26D9"/>
    <w:rsid w:val="009C5CCD"/>
    <w:rsid w:val="00C56E21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946700-8D91-4A32-939F-AA149E00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1577</Words>
  <Characters>9309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Heuer Jiří, Bc.</cp:lastModifiedBy>
  <cp:revision>3</cp:revision>
  <cp:lastPrinted>2019-03-13T10:28:00Z</cp:lastPrinted>
  <dcterms:created xsi:type="dcterms:W3CDTF">2021-01-27T05:23:00Z</dcterms:created>
  <dcterms:modified xsi:type="dcterms:W3CDTF">2021-01-27T05:23:00Z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